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Egert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lennutaja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437443BC" w:rsidR="000038B8" w:rsidRDefault="00D8241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 2880, Egert Linkmann</w:t>
            </w:r>
            <w:r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123C2B41" w:rsidR="00C55A4F" w:rsidRDefault="00000000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718710852"/>
                <w:placeholder>
                  <w:docPart w:val="07277FC1C78A44FDAC671C0F13AE6FF8"/>
                </w:placeholder>
                <w:dropDownList>
                  <w:listItem w:displayText="+372 5564 8034, Ivan Barulin" w:value="+372 5564 8034, Ivan Barulin"/>
                  <w:listItem w:displayText="+372 5661 9651, Ivo Kõiv" w:value="+372 5661 9651, Ivo Kõiv"/>
                  <w:listItem w:displayText="+372 5854 8015, Andreas Kärner" w:value="+372 5854 8015, Andreas Kärner"/>
                  <w:listItem w:displayText="+372 5192 3327, Lauri Laanson" w:value="+372 5192 3327, Lauri Laanson"/>
                </w:dropDownList>
              </w:sdtPr>
              <w:sdtContent>
                <w:r w:rsidR="00DF4AC6">
                  <w:rPr>
                    <w:rFonts w:ascii="Times New Roman" w:hAnsi="Times New Roman"/>
                    <w:sz w:val="24"/>
                    <w:szCs w:val="24"/>
                  </w:rPr>
                  <w:t>+372 5854 8015, Andreas Kärner</w:t>
                </w:r>
              </w:sdtContent>
            </w:sdt>
            <w:r w:rsidR="00D046D0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kontakt)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29EFABE5" w:rsidR="004B3A7A" w:rsidRDefault="00F54C2F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B3A7A">
              <w:rPr>
                <w:rFonts w:ascii="Times New Roman" w:hAnsi="Times New Roman"/>
                <w:sz w:val="24"/>
                <w:szCs w:val="24"/>
              </w:rPr>
              <w:t>7.</w:t>
            </w:r>
            <w:r w:rsidR="0021773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3A7A">
              <w:rPr>
                <w:rFonts w:ascii="Times New Roman" w:hAnsi="Times New Roman"/>
                <w:sz w:val="24"/>
                <w:szCs w:val="24"/>
              </w:rPr>
              <w:t>1.</w:t>
            </w:r>
            <w:r w:rsidR="0021773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56A7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4B3A7A">
              <w:rPr>
                <w:rFonts w:ascii="Times New Roman" w:hAnsi="Times New Roman"/>
                <w:sz w:val="24"/>
                <w:szCs w:val="24"/>
              </w:rPr>
              <w:t>4</w:t>
            </w:r>
            <w:r w:rsidR="00A56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CEB2C4" w14:textId="160B75D7" w:rsidR="00A56A76" w:rsidRPr="009F47A6" w:rsidRDefault="004B3A7A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A56A76">
              <w:rPr>
                <w:rFonts w:ascii="Times New Roman" w:hAnsi="Times New Roman"/>
                <w:sz w:val="24"/>
                <w:szCs w:val="24"/>
              </w:rPr>
              <w:t>ga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6A76">
              <w:rPr>
                <w:rFonts w:ascii="Times New Roman" w:hAnsi="Times New Roman"/>
                <w:sz w:val="24"/>
                <w:szCs w:val="24"/>
              </w:rPr>
              <w:t>päev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56A76">
              <w:rPr>
                <w:rFonts w:ascii="Times New Roman" w:hAnsi="Times New Roman"/>
                <w:sz w:val="24"/>
                <w:szCs w:val="24"/>
              </w:rPr>
              <w:t>:00-15:00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6DC594AC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4-06-10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F54C2F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10.06.2024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0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8EF37" w14:textId="77777777" w:rsidR="000428F6" w:rsidRDefault="000428F6" w:rsidP="0022188E">
      <w:pPr>
        <w:spacing w:after="0" w:line="240" w:lineRule="auto"/>
      </w:pPr>
      <w:r>
        <w:separator/>
      </w:r>
    </w:p>
  </w:endnote>
  <w:endnote w:type="continuationSeparator" w:id="0">
    <w:p w14:paraId="72C75B6C" w14:textId="77777777" w:rsidR="000428F6" w:rsidRDefault="000428F6" w:rsidP="0022188E">
      <w:pPr>
        <w:spacing w:after="0" w:line="240" w:lineRule="auto"/>
      </w:pPr>
      <w:r>
        <w:continuationSeparator/>
      </w:r>
    </w:p>
  </w:endnote>
  <w:endnote w:type="continuationNotice" w:id="1">
    <w:p w14:paraId="7805E749" w14:textId="77777777" w:rsidR="000428F6" w:rsidRDefault="000428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7CB0" w14:textId="77777777" w:rsidR="000428F6" w:rsidRDefault="000428F6" w:rsidP="0022188E">
      <w:pPr>
        <w:spacing w:after="0" w:line="240" w:lineRule="auto"/>
      </w:pPr>
      <w:r>
        <w:separator/>
      </w:r>
    </w:p>
  </w:footnote>
  <w:footnote w:type="continuationSeparator" w:id="0">
    <w:p w14:paraId="6D3C4F67" w14:textId="77777777" w:rsidR="000428F6" w:rsidRDefault="000428F6" w:rsidP="0022188E">
      <w:pPr>
        <w:spacing w:after="0" w:line="240" w:lineRule="auto"/>
      </w:pPr>
      <w:r>
        <w:continuationSeparator/>
      </w:r>
    </w:p>
  </w:footnote>
  <w:footnote w:type="continuationNotice" w:id="1">
    <w:p w14:paraId="64FF8934" w14:textId="77777777" w:rsidR="000428F6" w:rsidRDefault="000428F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C0756"/>
    <w:rsid w:val="003C5827"/>
    <w:rsid w:val="003D2C1D"/>
    <w:rsid w:val="003E602B"/>
    <w:rsid w:val="003F54C0"/>
    <w:rsid w:val="0040155B"/>
    <w:rsid w:val="00432650"/>
    <w:rsid w:val="00447533"/>
    <w:rsid w:val="0048275B"/>
    <w:rsid w:val="0048513A"/>
    <w:rsid w:val="00486C2D"/>
    <w:rsid w:val="00495CE4"/>
    <w:rsid w:val="004B3A7A"/>
    <w:rsid w:val="004C09DC"/>
    <w:rsid w:val="004D303E"/>
    <w:rsid w:val="004D5E32"/>
    <w:rsid w:val="004F65C0"/>
    <w:rsid w:val="00502CD3"/>
    <w:rsid w:val="00504393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705BE4"/>
    <w:rsid w:val="0071360C"/>
    <w:rsid w:val="00713BFF"/>
    <w:rsid w:val="0073625D"/>
    <w:rsid w:val="00740421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E280B"/>
    <w:rsid w:val="008E7987"/>
    <w:rsid w:val="009128BF"/>
    <w:rsid w:val="00914E50"/>
    <w:rsid w:val="009212FC"/>
    <w:rsid w:val="009417C0"/>
    <w:rsid w:val="00941CF9"/>
    <w:rsid w:val="00955089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2EAE"/>
    <w:rsid w:val="00A50DBD"/>
    <w:rsid w:val="00A52856"/>
    <w:rsid w:val="00A559CB"/>
    <w:rsid w:val="00A56A7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25ED3"/>
    <w:rsid w:val="00B30FDC"/>
    <w:rsid w:val="00B414C5"/>
    <w:rsid w:val="00B44662"/>
    <w:rsid w:val="00B44AE4"/>
    <w:rsid w:val="00B4799D"/>
    <w:rsid w:val="00B54CD6"/>
    <w:rsid w:val="00B628BC"/>
    <w:rsid w:val="00B7202E"/>
    <w:rsid w:val="00B72B7F"/>
    <w:rsid w:val="00B81E3E"/>
    <w:rsid w:val="00B92A33"/>
    <w:rsid w:val="00BA358D"/>
    <w:rsid w:val="00BC7093"/>
    <w:rsid w:val="00BC787D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5A4F"/>
    <w:rsid w:val="00C674D2"/>
    <w:rsid w:val="00C86F24"/>
    <w:rsid w:val="00C91CBC"/>
    <w:rsid w:val="00CB74D4"/>
    <w:rsid w:val="00CC4710"/>
    <w:rsid w:val="00CC47C5"/>
    <w:rsid w:val="00CC679C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277FC1C78A44FDAC671C0F13AE6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D0F1D-C411-4242-B581-C34576F141F7}"/>
      </w:docPartPr>
      <w:docPartBody>
        <w:p w:rsidR="00320969" w:rsidRDefault="00320969">
          <w:pPr>
            <w:pStyle w:val="07277FC1C78A44FDAC671C0F13AE6FF8"/>
          </w:pPr>
          <w:r>
            <w:rPr>
              <w:rFonts w:ascii="Times New Roman" w:hAnsi="Times New Roman"/>
              <w:sz w:val="24"/>
              <w:szCs w:val="24"/>
            </w:rPr>
            <w:t>Vali kontaktandmed</w:t>
          </w:r>
        </w:p>
      </w:docPartBody>
    </w:docPart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2E2AE0"/>
    <w:rsid w:val="00320969"/>
    <w:rsid w:val="004849A4"/>
    <w:rsid w:val="005448FE"/>
    <w:rsid w:val="005D169A"/>
    <w:rsid w:val="006502F4"/>
    <w:rsid w:val="00664809"/>
    <w:rsid w:val="007437B2"/>
    <w:rsid w:val="007439FF"/>
    <w:rsid w:val="008B5E8D"/>
    <w:rsid w:val="00A24B75"/>
    <w:rsid w:val="00A27A0F"/>
    <w:rsid w:val="00AD1FD5"/>
    <w:rsid w:val="00BC6A58"/>
    <w:rsid w:val="00BC6FFE"/>
    <w:rsid w:val="00C15F83"/>
    <w:rsid w:val="00E46EE8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277FC1C78A44FDAC671C0F13AE6FF8">
    <w:name w:val="07277FC1C78A44FDAC671C0F13AE6FF8"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  <w:style w:type="paragraph" w:customStyle="1" w:styleId="5CD5CFFA9639E5449283AFFE860EE210">
    <w:name w:val="5CD5CFFA9639E5449283AFFE860EE210"/>
    <w:rsid w:val="005D169A"/>
    <w:pPr>
      <w:spacing w:line="278" w:lineRule="auto"/>
    </w:pPr>
    <w:rPr>
      <w:kern w:val="2"/>
      <w:sz w:val="24"/>
      <w:szCs w:val="24"/>
      <w:lang w:val="en-US"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2024-06-10T05:51:00Z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